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9A80" w14:textId="61FD6E69" w:rsidR="000725F2" w:rsidRDefault="00003DA1">
      <w:r>
        <w:rPr>
          <w:noProof/>
        </w:rPr>
        <mc:AlternateContent>
          <mc:Choice Requires="wps">
            <w:drawing>
              <wp:anchor distT="0" distB="0" distL="114300" distR="114300" simplePos="0" relativeHeight="251667968" behindDoc="0" locked="0" layoutInCell="1" allowOverlap="1" wp14:anchorId="5281AC80" wp14:editId="2A5AA1F0">
                <wp:simplePos x="0" y="0"/>
                <wp:positionH relativeFrom="margin">
                  <wp:align>center</wp:align>
                </wp:positionH>
                <wp:positionV relativeFrom="paragraph">
                  <wp:posOffset>6848475</wp:posOffset>
                </wp:positionV>
                <wp:extent cx="2571750" cy="342900"/>
                <wp:effectExtent l="0" t="0" r="0" b="0"/>
                <wp:wrapNone/>
                <wp:docPr id="130675344"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342900"/>
                        </a:xfrm>
                        <a:prstGeom prst="rect">
                          <a:avLst/>
                        </a:prstGeom>
                        <a:solidFill>
                          <a:srgbClr val="FFFFFF"/>
                        </a:solidFill>
                        <a:ln w="9525">
                          <a:noFill/>
                          <a:miter lim="800000"/>
                          <a:headEnd/>
                          <a:tailEnd/>
                        </a:ln>
                      </wps:spPr>
                      <wps:txbx>
                        <w:txbxContent>
                          <w:p w14:paraId="21D3F0F6" w14:textId="77777777" w:rsidR="00003DA1" w:rsidRPr="00F57221" w:rsidRDefault="00003DA1" w:rsidP="00003DA1">
                            <w:pPr>
                              <w:jc w:val="center"/>
                              <w:rPr>
                                <w:color w:val="4472C4" w:themeColor="accent1"/>
                                <w:sz w:val="22"/>
                                <w:szCs w:val="22"/>
                              </w:rPr>
                            </w:pPr>
                            <w:r w:rsidRPr="00F57221">
                              <w:rPr>
                                <w:color w:val="4472C4" w:themeColor="accent1"/>
                                <w:sz w:val="22"/>
                                <w:szCs w:val="22"/>
                              </w:rPr>
                              <w:t>www.bluelayouts.org</w:t>
                            </w:r>
                          </w:p>
                          <w:p w14:paraId="5ACFD153" w14:textId="77777777" w:rsidR="00003DA1" w:rsidRPr="00F57221" w:rsidRDefault="00003DA1" w:rsidP="00003DA1">
                            <w:pPr>
                              <w:jc w:val="center"/>
                              <w:rPr>
                                <w:color w:val="4472C4" w:themeColor="accent1"/>
                                <w:sz w:val="14"/>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1AC80" id="_x0000_t202" coordsize="21600,21600" o:spt="202" path="m,l,21600r21600,l21600,xe">
                <v:stroke joinstyle="miter"/>
                <v:path gradientshapeok="t" o:connecttype="rect"/>
              </v:shapetype>
              <v:shape id="Text Box 116" o:spid="_x0000_s1026" type="#_x0000_t202" style="position:absolute;margin-left:0;margin-top:539.25pt;width:202.5pt;height:27pt;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" stroked="f">
                <v:textbox>
                  <w:txbxContent>
                    <w:p w14:paraId="21D3F0F6" w14:textId="77777777" w:rsidR="00003DA1" w:rsidRPr="00F57221" w:rsidRDefault="00003DA1" w:rsidP="00003DA1">
                      <w:pPr>
                        <w:jc w:val="center"/>
                        <w:rPr>
                          <w:color w:val="4472C4" w:themeColor="accent1"/>
                          <w:sz w:val="22"/>
                          <w:szCs w:val="22"/>
                        </w:rPr>
                      </w:pPr>
                      <w:r w:rsidRPr="00F57221">
                        <w:rPr>
                          <w:color w:val="4472C4" w:themeColor="accent1"/>
                          <w:sz w:val="22"/>
                          <w:szCs w:val="22"/>
                        </w:rPr>
                        <w:t>www.bluelayouts.org</w:t>
                      </w:r>
                    </w:p>
                    <w:p w14:paraId="5ACFD153" w14:textId="77777777" w:rsidR="00003DA1" w:rsidRPr="00F57221" w:rsidRDefault="00003DA1" w:rsidP="00003DA1">
                      <w:pPr>
                        <w:jc w:val="center"/>
                        <w:rPr>
                          <w:color w:val="4472C4" w:themeColor="accent1"/>
                          <w:sz w:val="14"/>
                          <w:szCs w:val="18"/>
                        </w:rPr>
                      </w:pPr>
                    </w:p>
                  </w:txbxContent>
                </v:textbox>
                <w10:wrap anchorx="margin"/>
              </v:shape>
            </w:pict>
          </mc:Fallback>
        </mc:AlternateContent>
      </w:r>
      <w:r w:rsidR="00BB29B9">
        <w:rPr>
          <w:noProof/>
        </w:rPr>
        <mc:AlternateContent>
          <mc:Choice Requires="wps">
            <w:drawing>
              <wp:anchor distT="0" distB="0" distL="114300" distR="114300" simplePos="0" relativeHeight="251665920" behindDoc="0" locked="0" layoutInCell="1" allowOverlap="1" wp14:anchorId="574CF926" wp14:editId="6A43C2D5">
                <wp:simplePos x="0" y="0"/>
                <wp:positionH relativeFrom="column">
                  <wp:posOffset>219075</wp:posOffset>
                </wp:positionH>
                <wp:positionV relativeFrom="paragraph">
                  <wp:posOffset>9629775</wp:posOffset>
                </wp:positionV>
                <wp:extent cx="2571750" cy="342900"/>
                <wp:effectExtent l="0" t="0" r="0" b="0"/>
                <wp:wrapNone/>
                <wp:docPr id="12903001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342900"/>
                        </a:xfrm>
                        <a:prstGeom prst="rect">
                          <a:avLst/>
                        </a:prstGeom>
                        <a:solidFill>
                          <a:srgbClr val="FFFFFF"/>
                        </a:solidFill>
                        <a:ln w="9525">
                          <a:solidFill>
                            <a:srgbClr val="000000"/>
                          </a:solidFill>
                          <a:miter lim="800000"/>
                          <a:headEnd/>
                          <a:tailEnd/>
                        </a:ln>
                      </wps:spPr>
                      <wps:txbx>
                        <w:txbxContent>
                          <w:p w14:paraId="49C54C26" w14:textId="77777777" w:rsidR="00BB29B9" w:rsidRPr="00FE7926" w:rsidRDefault="00BB29B9" w:rsidP="00BB29B9">
                            <w:pPr>
                              <w:jc w:val="center"/>
                              <w:rPr>
                                <w:color w:val="4472C4" w:themeColor="accent1"/>
                                <w:sz w:val="28"/>
                                <w:szCs w:val="28"/>
                              </w:rPr>
                            </w:pPr>
                            <w:r w:rsidRPr="00FE7926">
                              <w:rPr>
                                <w:color w:val="4472C4" w:themeColor="accent1"/>
                                <w:sz w:val="28"/>
                                <w:szCs w:val="28"/>
                              </w:rPr>
                              <w:t>www.bluelayouts.org</w:t>
                            </w:r>
                          </w:p>
                          <w:p w14:paraId="310731AF" w14:textId="77777777" w:rsidR="00BB29B9" w:rsidRPr="00FE7926" w:rsidRDefault="00BB29B9" w:rsidP="00BB29B9">
                            <w:pPr>
                              <w:jc w:val="center"/>
                              <w:rPr>
                                <w:color w:val="4472C4" w:themeColor="accent1"/>
                                <w:sz w:val="18"/>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CF926" id="_x0000_t202" coordsize="21600,21600" o:spt="202" path="m,l,21600r21600,l21600,xe">
                <v:stroke joinstyle="miter"/>
                <v:path gradientshapeok="t" o:connecttype="rect"/>
              </v:shapetype>
              <v:shape id="Text Box 1" o:spid="_x0000_s1026" type="#_x0000_t202" style="position:absolute;margin-left:17.25pt;margin-top:758.25pt;width:202.5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">
                <v:textbox>
                  <w:txbxContent>
                    <w:p w14:paraId="49C54C26" w14:textId="77777777" w:rsidR="00BB29B9" w:rsidRPr="00FE7926" w:rsidRDefault="00BB29B9" w:rsidP="00BB29B9">
                      <w:pPr>
                        <w:jc w:val="center"/>
                        <w:rPr>
                          <w:color w:val="4472C4" w:themeColor="accent1"/>
                          <w:sz w:val="28"/>
                          <w:szCs w:val="28"/>
                        </w:rPr>
                      </w:pPr>
                      <w:r w:rsidRPr="00FE7926">
                        <w:rPr>
                          <w:color w:val="4472C4" w:themeColor="accent1"/>
                          <w:sz w:val="28"/>
                          <w:szCs w:val="28"/>
                        </w:rPr>
                        <w:t>www.bluelayouts.org</w:t>
                      </w:r>
                    </w:p>
                    <w:p w14:paraId="310731AF" w14:textId="77777777" w:rsidR="00BB29B9" w:rsidRPr="00FE7926" w:rsidRDefault="00BB29B9" w:rsidP="00BB29B9">
                      <w:pPr>
                        <w:jc w:val="center"/>
                        <w:rPr>
                          <w:color w:val="4472C4" w:themeColor="accent1"/>
                          <w:sz w:val="18"/>
                          <w:szCs w:val="22"/>
                        </w:rPr>
                      </w:pPr>
                    </w:p>
                  </w:txbxContent>
                </v:textbox>
              </v:shape>
            </w:pict>
          </mc:Fallback>
        </mc:AlternateContent>
      </w:r>
      <w:r w:rsidR="00BB29B9">
        <w:rPr>
          <w:noProof/>
        </w:rPr>
        <mc:AlternateContent>
          <mc:Choice Requires="wps">
            <w:drawing>
              <wp:anchor distT="0" distB="0" distL="114300" distR="114300" simplePos="0" relativeHeight="251659776" behindDoc="0" locked="0" layoutInCell="1" allowOverlap="1" wp14:anchorId="6511F518" wp14:editId="09519A31">
                <wp:simplePos x="0" y="0"/>
                <wp:positionH relativeFrom="page">
                  <wp:posOffset>5690235</wp:posOffset>
                </wp:positionH>
                <wp:positionV relativeFrom="page">
                  <wp:posOffset>2084705</wp:posOffset>
                </wp:positionV>
                <wp:extent cx="3623310" cy="311785"/>
                <wp:effectExtent l="3810" t="0" r="1905" b="3810"/>
                <wp:wrapNone/>
                <wp:docPr id="206639066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3310" cy="311785"/>
                        </a:xfrm>
                        <a:prstGeom prst="rect">
                          <a:avLst/>
                        </a:prstGeom>
                        <a:noFill/>
                        <a:ln>
                          <a:noFill/>
                        </a:ln>
                        <a:extLst>
                          <a:ext uri="{909E8E84-426E-40DD-AFC4-6F175D3DCCD1}">
                            <a14:hiddenFill xmlns:a14="http://schemas.microsoft.com/office/drawing/2010/main">
                              <a:solidFill>
                                <a:srgbClr val="E5ED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D69D9" w14:textId="77777777" w:rsidR="000725F2" w:rsidRDefault="000725F2">
                            <w:pPr>
                              <w:pStyle w:val="DVDSub-titleText"/>
                            </w:pPr>
                            <w:r>
                              <w:t>TYPE DVD SUB-TITLE HERE</w:t>
                            </w:r>
                          </w:p>
                        </w:txbxContent>
                      </wps:txbx>
                      <wps:bodyPr rot="0" vert="horz" wrap="square" lIns="19050" tIns="19050" rIns="19050" bIns="1905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1F518" id="Text Box 6" o:spid="_x0000_s1027" type="#_x0000_t202" style="position:absolute;margin-left:448.05pt;margin-top:164.15pt;width:285.3pt;height:24.5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" filled="f" fillcolor="#e5edff" stroked="f">
                <v:textbox inset="1.5pt,1.5pt,1.5pt,1.5pt">
                  <w:txbxContent>
                    <w:p w14:paraId="005D69D9" w14:textId="77777777" w:rsidR="000725F2" w:rsidRDefault="000725F2">
                      <w:pPr>
                        <w:pStyle w:val="DVDSub-titleText"/>
                      </w:pPr>
                      <w:r>
                        <w:t>TYPE DVD SUB-TITLE HERE</w:t>
                      </w:r>
                    </w:p>
                  </w:txbxContent>
                </v:textbox>
                <w10:wrap anchorx="page" anchory="page"/>
              </v:shape>
            </w:pict>
          </mc:Fallback>
        </mc:AlternateContent>
      </w:r>
      <w:r w:rsidR="00BB29B9">
        <w:rPr>
          <w:noProof/>
        </w:rPr>
        <mc:AlternateContent>
          <mc:Choice Requires="wps">
            <w:drawing>
              <wp:anchor distT="0" distB="0" distL="114300" distR="114300" simplePos="0" relativeHeight="251655680" behindDoc="0" locked="0" layoutInCell="1" allowOverlap="1" wp14:anchorId="7CF47654" wp14:editId="7BAA97D2">
                <wp:simplePos x="0" y="0"/>
                <wp:positionH relativeFrom="page">
                  <wp:posOffset>5732780</wp:posOffset>
                </wp:positionH>
                <wp:positionV relativeFrom="page">
                  <wp:posOffset>6548755</wp:posOffset>
                </wp:positionV>
                <wp:extent cx="3719830" cy="257175"/>
                <wp:effectExtent l="0" t="0" r="0" b="4445"/>
                <wp:wrapNone/>
                <wp:docPr id="4590807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9830" cy="257175"/>
                        </a:xfrm>
                        <a:prstGeom prst="rect">
                          <a:avLst/>
                        </a:prstGeom>
                        <a:solidFill>
                          <a:srgbClr val="E5EDFF"/>
                        </a:solidFill>
                        <a:ln>
                          <a:noFill/>
                        </a:ln>
                        <a:extLst>
                          <a:ext uri="{91240B29-F687-4F45-9708-019B960494DF}">
                            <a14:hiddenLine xmlns:a14="http://schemas.microsoft.com/office/drawing/2010/main" w="9525">
                              <a:solidFill>
                                <a:srgbClr val="9C0000"/>
                              </a:solidFill>
                              <a:miter lim="800000"/>
                              <a:headEnd/>
                              <a:tailEnd/>
                            </a14:hiddenLine>
                          </a:ext>
                        </a:extLst>
                      </wps:spPr>
                      <wps:txbx>
                        <w:txbxContent>
                          <w:p w14:paraId="459329D1" w14:textId="77777777" w:rsidR="000725F2" w:rsidRDefault="000725F2">
                            <w:pPr>
                              <w:pStyle w:val="DVDCopyrightText"/>
                            </w:pPr>
                            <w:r>
                              <w:t>Copyright information here. All rights reserved.</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47654" id="Text Box 4" o:spid="_x0000_s1028" type="#_x0000_t202" style="position:absolute;margin-left:451.4pt;margin-top:515.65pt;width:292.9pt;height:20.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" fillcolor="#e5edff" stroked="f" strokecolor="#9c0000">
                <v:textbox inset="3.6pt,,3.6pt">
                  <w:txbxContent>
                    <w:p w14:paraId="459329D1" w14:textId="77777777" w:rsidR="000725F2" w:rsidRDefault="000725F2">
                      <w:pPr>
                        <w:pStyle w:val="DVDCopyrightText"/>
                      </w:pPr>
                      <w:r>
                        <w:t>Copyright information here. All rights reserved.</w:t>
                      </w:r>
                    </w:p>
                  </w:txbxContent>
                </v:textbox>
                <w10:wrap anchorx="page" anchory="page"/>
              </v:shape>
            </w:pict>
          </mc:Fallback>
        </mc:AlternateContent>
      </w:r>
      <w:r w:rsidR="00BB29B9">
        <w:rPr>
          <w:noProof/>
        </w:rPr>
        <mc:AlternateContent>
          <mc:Choice Requires="wps">
            <w:drawing>
              <wp:anchor distT="0" distB="0" distL="114300" distR="114300" simplePos="0" relativeHeight="251651584" behindDoc="0" locked="0" layoutInCell="1" allowOverlap="1" wp14:anchorId="496C61D6" wp14:editId="52C1B8B3">
                <wp:simplePos x="0" y="0"/>
                <wp:positionH relativeFrom="page">
                  <wp:posOffset>5704840</wp:posOffset>
                </wp:positionH>
                <wp:positionV relativeFrom="page">
                  <wp:posOffset>5372100</wp:posOffset>
                </wp:positionV>
                <wp:extent cx="3770630" cy="932815"/>
                <wp:effectExtent l="0" t="0" r="1905" b="635"/>
                <wp:wrapNone/>
                <wp:docPr id="73605320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0630" cy="932815"/>
                        </a:xfrm>
                        <a:prstGeom prst="rect">
                          <a:avLst/>
                        </a:prstGeom>
                        <a:noFill/>
                        <a:ln>
                          <a:noFill/>
                        </a:ln>
                        <a:extLst>
                          <a:ext uri="{909E8E84-426E-40DD-AFC4-6F175D3DCCD1}">
                            <a14:hiddenFill xmlns:a14="http://schemas.microsoft.com/office/drawing/2010/main">
                              <a:solidFill>
                                <a:srgbClr val="002984"/>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C76FD" w14:textId="77777777" w:rsidR="000725F2" w:rsidRDefault="000725F2">
                            <w:pPr>
                              <w:pStyle w:val="DVDDescriptionText"/>
                            </w:pPr>
                            <w:r>
                              <w:t>Type DVD description here. Type DVD description here. Type DVD description here. Type DVD description here. Type DVD description here. Type DVD description here. Type DVD description here. Type DVD description here. Type DVD description here.</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6C61D6" id="Text Box 5" o:spid="_x0000_s1029" type="#_x0000_t202" style="position:absolute;margin-left:449.2pt;margin-top:423pt;width:296.9pt;height:73.4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" filled="f" fillcolor="#002984" stroked="f">
                <v:textbox inset="3.6pt,,3.6pt">
                  <w:txbxContent>
                    <w:p w14:paraId="637C76FD" w14:textId="77777777" w:rsidR="000725F2" w:rsidRDefault="000725F2">
                      <w:pPr>
                        <w:pStyle w:val="DVDDescriptionText"/>
                      </w:pPr>
                      <w:r>
                        <w:t>Type DVD description here. Type DVD description here. Type DVD description here. Type DVD description here. Type DVD description here. Type DVD description here. Type DVD description here. Type DVD description here. Type DVD description here.</w:t>
                      </w:r>
                    </w:p>
                  </w:txbxContent>
                </v:textbox>
                <w10:wrap anchorx="page" anchory="page"/>
              </v:shape>
            </w:pict>
          </mc:Fallback>
        </mc:AlternateContent>
      </w:r>
      <w:r w:rsidR="00BB29B9">
        <w:rPr>
          <w:noProof/>
        </w:rPr>
        <mc:AlternateContent>
          <mc:Choice Requires="wps">
            <w:drawing>
              <wp:anchor distT="0" distB="0" distL="114300" distR="114300" simplePos="0" relativeHeight="251662848" behindDoc="0" locked="0" layoutInCell="1" allowOverlap="1" wp14:anchorId="5DF2292E" wp14:editId="4786CC06">
                <wp:simplePos x="0" y="0"/>
                <wp:positionH relativeFrom="page">
                  <wp:posOffset>475615</wp:posOffset>
                </wp:positionH>
                <wp:positionV relativeFrom="page">
                  <wp:posOffset>1536065</wp:posOffset>
                </wp:positionV>
                <wp:extent cx="4060190" cy="1415415"/>
                <wp:effectExtent l="0" t="2540" r="0" b="1270"/>
                <wp:wrapNone/>
                <wp:docPr id="15605321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0190" cy="1415415"/>
                        </a:xfrm>
                        <a:prstGeom prst="rect">
                          <a:avLst/>
                        </a:prstGeom>
                        <a:noFill/>
                        <a:ln>
                          <a:noFill/>
                        </a:ln>
                        <a:extLst>
                          <a:ext uri="{909E8E84-426E-40DD-AFC4-6F175D3DCCD1}">
                            <a14:hiddenFill xmlns:a14="http://schemas.microsoft.com/office/drawing/2010/main">
                              <a:solidFill>
                                <a:srgbClr val="002984"/>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1CC2" w14:textId="77777777" w:rsidR="000725F2" w:rsidRDefault="000725F2">
                            <w:pPr>
                              <w:pStyle w:val="DVDDescriptionText"/>
                            </w:pPr>
                            <w:r>
                              <w:t xml:space="preserve">Type DVD description here. Type DVD description here. Type DVD description here. Type DVD description here. Type DVD description here. Type DVD description here. Type DVD description here. Type DVD description here. Type DVD description here. Type DVD description here. Type DVD description here. Type DVD description here. Type DVD description here. Type DVD description here. </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2292E" id="Text Box 54" o:spid="_x0000_s1030" type="#_x0000_t202" style="position:absolute;margin-left:37.45pt;margin-top:120.95pt;width:319.7pt;height:111.4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" filled="f" fillcolor="#002984" stroked="f">
                <v:textbox inset="3.6pt,,3.6pt">
                  <w:txbxContent>
                    <w:p w14:paraId="11711CC2" w14:textId="77777777" w:rsidR="000725F2" w:rsidRDefault="000725F2">
                      <w:pPr>
                        <w:pStyle w:val="DVDDescriptionText"/>
                      </w:pPr>
                      <w:r>
                        <w:t xml:space="preserve">Type DVD description here. Type DVD description here. Type DVD description here. Type DVD description here. Type DVD description here. Type DVD description here. Type DVD description here. Type DVD description here. Type DVD description here. Type DVD description here. Type DVD description here. Type DVD description here. Type DVD description here. Type DVD description here. </w:t>
                      </w:r>
                    </w:p>
                  </w:txbxContent>
                </v:textbox>
                <w10:wrap anchorx="page" anchory="page"/>
              </v:shape>
            </w:pict>
          </mc:Fallback>
        </mc:AlternateContent>
      </w:r>
      <w:r w:rsidR="00BB29B9">
        <w:rPr>
          <w:noProof/>
        </w:rPr>
        <mc:AlternateContent>
          <mc:Choice Requires="wps">
            <w:drawing>
              <wp:anchor distT="0" distB="0" distL="114300" distR="114300" simplePos="0" relativeHeight="251663872" behindDoc="0" locked="0" layoutInCell="1" allowOverlap="1" wp14:anchorId="2E22ACC4" wp14:editId="215EF72E">
                <wp:simplePos x="0" y="0"/>
                <wp:positionH relativeFrom="page">
                  <wp:posOffset>2314575</wp:posOffset>
                </wp:positionH>
                <wp:positionV relativeFrom="page">
                  <wp:posOffset>4265930</wp:posOffset>
                </wp:positionV>
                <wp:extent cx="2143125" cy="1544955"/>
                <wp:effectExtent l="9525" t="8255" r="9525" b="8890"/>
                <wp:wrapNone/>
                <wp:docPr id="132224921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544955"/>
                        </a:xfrm>
                        <a:prstGeom prst="rect">
                          <a:avLst/>
                        </a:prstGeom>
                        <a:solidFill>
                          <a:srgbClr val="E5EDFF"/>
                        </a:solidFill>
                        <a:ln w="9525">
                          <a:solidFill>
                            <a:srgbClr val="002984"/>
                          </a:solidFill>
                          <a:miter lim="800000"/>
                          <a:headEnd/>
                          <a:tailEnd/>
                        </a:ln>
                      </wps:spPr>
                      <wps:txbx>
                        <w:txbxContent>
                          <w:p w14:paraId="45FCB975" w14:textId="77777777" w:rsidR="000725F2" w:rsidRDefault="000725F2">
                            <w:pPr>
                              <w:pStyle w:val="DVDItemText"/>
                            </w:pPr>
                            <w:r>
                              <w:t>Item text</w:t>
                            </w:r>
                          </w:p>
                          <w:p w14:paraId="0B6390FA" w14:textId="77777777" w:rsidR="000725F2" w:rsidRDefault="000725F2">
                            <w:pPr>
                              <w:pStyle w:val="DVDItemText"/>
                            </w:pPr>
                            <w:r>
                              <w:t>Item text</w:t>
                            </w:r>
                          </w:p>
                          <w:p w14:paraId="05BD87A3" w14:textId="77777777" w:rsidR="000725F2" w:rsidRDefault="000725F2">
                            <w:pPr>
                              <w:pStyle w:val="DVDItemText"/>
                            </w:pPr>
                            <w:r>
                              <w:t>Item text</w:t>
                            </w:r>
                          </w:p>
                          <w:p w14:paraId="53093043" w14:textId="77777777" w:rsidR="000725F2" w:rsidRDefault="000725F2">
                            <w:pPr>
                              <w:pStyle w:val="DVDItemText"/>
                            </w:pPr>
                            <w:r>
                              <w:t>Item text</w:t>
                            </w:r>
                          </w:p>
                          <w:p w14:paraId="228D4F16" w14:textId="77777777" w:rsidR="000725F2" w:rsidRDefault="000725F2">
                            <w:pPr>
                              <w:pStyle w:val="DVDItemText"/>
                            </w:pPr>
                            <w:r>
                              <w:t>Item text</w:t>
                            </w:r>
                          </w:p>
                          <w:p w14:paraId="221FC32E" w14:textId="77777777" w:rsidR="000725F2" w:rsidRDefault="000725F2">
                            <w:pPr>
                              <w:pStyle w:val="DVDItemText"/>
                            </w:pPr>
                            <w:r>
                              <w:t>Item text</w:t>
                            </w:r>
                          </w:p>
                          <w:p w14:paraId="378F7A6D" w14:textId="77777777" w:rsidR="000725F2" w:rsidRDefault="000725F2">
                            <w:pPr>
                              <w:pStyle w:val="DVDItemText"/>
                            </w:pPr>
                            <w:r>
                              <w:t>Item text</w:t>
                            </w:r>
                          </w:p>
                          <w:p w14:paraId="165882B7" w14:textId="77777777" w:rsidR="000725F2" w:rsidRDefault="000725F2">
                            <w:pPr>
                              <w:pStyle w:val="DVDItemText"/>
                            </w:pPr>
                            <w:r>
                              <w:t>Item text</w:t>
                            </w:r>
                          </w:p>
                          <w:p w14:paraId="5C9B5529" w14:textId="77777777" w:rsidR="000725F2" w:rsidRDefault="000725F2">
                            <w:pPr>
                              <w:pStyle w:val="DVDItemText"/>
                            </w:pPr>
                            <w:r>
                              <w:t>Item text</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2ACC4" id="Text Box 55" o:spid="_x0000_s1031" type="#_x0000_t202" style="position:absolute;margin-left:182.25pt;margin-top:335.9pt;width:168.75pt;height:121.6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" fillcolor="#e5edff" strokecolor="#002984">
                <v:textbox inset="3.6pt,,3.6pt">
                  <w:txbxContent>
                    <w:p w14:paraId="45FCB975" w14:textId="77777777" w:rsidR="000725F2" w:rsidRDefault="000725F2">
                      <w:pPr>
                        <w:pStyle w:val="DVDItemText"/>
                      </w:pPr>
                      <w:r>
                        <w:t>Item text</w:t>
                      </w:r>
                    </w:p>
                    <w:p w14:paraId="0B6390FA" w14:textId="77777777" w:rsidR="000725F2" w:rsidRDefault="000725F2">
                      <w:pPr>
                        <w:pStyle w:val="DVDItemText"/>
                      </w:pPr>
                      <w:r>
                        <w:t>Item text</w:t>
                      </w:r>
                    </w:p>
                    <w:p w14:paraId="05BD87A3" w14:textId="77777777" w:rsidR="000725F2" w:rsidRDefault="000725F2">
                      <w:pPr>
                        <w:pStyle w:val="DVDItemText"/>
                      </w:pPr>
                      <w:r>
                        <w:t>Item text</w:t>
                      </w:r>
                    </w:p>
                    <w:p w14:paraId="53093043" w14:textId="77777777" w:rsidR="000725F2" w:rsidRDefault="000725F2">
                      <w:pPr>
                        <w:pStyle w:val="DVDItemText"/>
                      </w:pPr>
                      <w:r>
                        <w:t>Item text</w:t>
                      </w:r>
                    </w:p>
                    <w:p w14:paraId="228D4F16" w14:textId="77777777" w:rsidR="000725F2" w:rsidRDefault="000725F2">
                      <w:pPr>
                        <w:pStyle w:val="DVDItemText"/>
                      </w:pPr>
                      <w:r>
                        <w:t>Item text</w:t>
                      </w:r>
                    </w:p>
                    <w:p w14:paraId="221FC32E" w14:textId="77777777" w:rsidR="000725F2" w:rsidRDefault="000725F2">
                      <w:pPr>
                        <w:pStyle w:val="DVDItemText"/>
                      </w:pPr>
                      <w:r>
                        <w:t>Item text</w:t>
                      </w:r>
                    </w:p>
                    <w:p w14:paraId="378F7A6D" w14:textId="77777777" w:rsidR="000725F2" w:rsidRDefault="000725F2">
                      <w:pPr>
                        <w:pStyle w:val="DVDItemText"/>
                      </w:pPr>
                      <w:r>
                        <w:t>Item text</w:t>
                      </w:r>
                    </w:p>
                    <w:p w14:paraId="165882B7" w14:textId="77777777" w:rsidR="000725F2" w:rsidRDefault="000725F2">
                      <w:pPr>
                        <w:pStyle w:val="DVDItemText"/>
                      </w:pPr>
                      <w:r>
                        <w:t>Item text</w:t>
                      </w:r>
                    </w:p>
                    <w:p w14:paraId="5C9B5529" w14:textId="77777777" w:rsidR="000725F2" w:rsidRDefault="000725F2">
                      <w:pPr>
                        <w:pStyle w:val="DVDItemText"/>
                      </w:pPr>
                      <w:r>
                        <w:t>Item text</w:t>
                      </w:r>
                    </w:p>
                  </w:txbxContent>
                </v:textbox>
                <w10:wrap anchorx="page" anchory="page"/>
              </v:shape>
            </w:pict>
          </mc:Fallback>
        </mc:AlternateContent>
      </w:r>
      <w:r w:rsidR="00BB29B9">
        <w:rPr>
          <w:noProof/>
        </w:rPr>
        <mc:AlternateContent>
          <mc:Choice Requires="wps">
            <w:drawing>
              <wp:anchor distT="0" distB="0" distL="114300" distR="114300" simplePos="0" relativeHeight="251658752" behindDoc="0" locked="0" layoutInCell="1" allowOverlap="1" wp14:anchorId="034AB9FE" wp14:editId="39F1E570">
                <wp:simplePos x="0" y="0"/>
                <wp:positionH relativeFrom="page">
                  <wp:posOffset>504825</wp:posOffset>
                </wp:positionH>
                <wp:positionV relativeFrom="page">
                  <wp:posOffset>3141980</wp:posOffset>
                </wp:positionV>
                <wp:extent cx="2143125" cy="1544955"/>
                <wp:effectExtent l="9525" t="8255" r="9525" b="8890"/>
                <wp:wrapNone/>
                <wp:docPr id="151556276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544955"/>
                        </a:xfrm>
                        <a:prstGeom prst="rect">
                          <a:avLst/>
                        </a:prstGeom>
                        <a:solidFill>
                          <a:srgbClr val="E5EDFF"/>
                        </a:solidFill>
                        <a:ln w="9525">
                          <a:solidFill>
                            <a:srgbClr val="002984"/>
                          </a:solidFill>
                          <a:miter lim="800000"/>
                          <a:headEnd/>
                          <a:tailEnd/>
                        </a:ln>
                      </wps:spPr>
                      <wps:txbx>
                        <w:txbxContent>
                          <w:p w14:paraId="1268963D" w14:textId="77777777" w:rsidR="000725F2" w:rsidRDefault="000725F2">
                            <w:pPr>
                              <w:pStyle w:val="DVDItemText"/>
                            </w:pPr>
                            <w:r>
                              <w:t>Item text</w:t>
                            </w:r>
                          </w:p>
                          <w:p w14:paraId="51585868" w14:textId="77777777" w:rsidR="000725F2" w:rsidRDefault="000725F2">
                            <w:pPr>
                              <w:pStyle w:val="DVDItemText"/>
                            </w:pPr>
                            <w:r>
                              <w:t>Item text</w:t>
                            </w:r>
                          </w:p>
                          <w:p w14:paraId="45447B1A" w14:textId="77777777" w:rsidR="000725F2" w:rsidRDefault="000725F2">
                            <w:pPr>
                              <w:pStyle w:val="DVDItemText"/>
                            </w:pPr>
                            <w:r>
                              <w:t>Item text</w:t>
                            </w:r>
                          </w:p>
                          <w:p w14:paraId="6F336ECE" w14:textId="77777777" w:rsidR="000725F2" w:rsidRDefault="000725F2">
                            <w:pPr>
                              <w:pStyle w:val="DVDItemText"/>
                            </w:pPr>
                            <w:r>
                              <w:t>Item text</w:t>
                            </w:r>
                          </w:p>
                          <w:p w14:paraId="232ED74A" w14:textId="77777777" w:rsidR="000725F2" w:rsidRDefault="000725F2">
                            <w:pPr>
                              <w:pStyle w:val="DVDItemText"/>
                            </w:pPr>
                            <w:r>
                              <w:t>Item text</w:t>
                            </w:r>
                          </w:p>
                          <w:p w14:paraId="5705EE80" w14:textId="77777777" w:rsidR="000725F2" w:rsidRDefault="000725F2">
                            <w:pPr>
                              <w:pStyle w:val="DVDItemText"/>
                            </w:pPr>
                            <w:r>
                              <w:t>Item text</w:t>
                            </w:r>
                          </w:p>
                          <w:p w14:paraId="199B7C52" w14:textId="77777777" w:rsidR="000725F2" w:rsidRDefault="000725F2">
                            <w:pPr>
                              <w:pStyle w:val="DVDItemText"/>
                            </w:pPr>
                            <w:r>
                              <w:t>Item text</w:t>
                            </w:r>
                          </w:p>
                          <w:p w14:paraId="7CFD04C4" w14:textId="77777777" w:rsidR="000725F2" w:rsidRDefault="000725F2">
                            <w:pPr>
                              <w:pStyle w:val="DVDItemText"/>
                            </w:pPr>
                            <w:r>
                              <w:t>Item text</w:t>
                            </w:r>
                          </w:p>
                          <w:p w14:paraId="11ACCF23" w14:textId="77777777" w:rsidR="000725F2" w:rsidRDefault="000725F2">
                            <w:pPr>
                              <w:pStyle w:val="DVDItemText"/>
                            </w:pPr>
                            <w:r>
                              <w:t>Item text</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AB9FE" id="Text Box 48" o:spid="_x0000_s1032" type="#_x0000_t202" style="position:absolute;margin-left:39.75pt;margin-top:247.4pt;width:168.75pt;height:121.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" fillcolor="#e5edff" strokecolor="#002984">
                <v:textbox inset="3.6pt,,3.6pt">
                  <w:txbxContent>
                    <w:p w14:paraId="1268963D" w14:textId="77777777" w:rsidR="000725F2" w:rsidRDefault="000725F2">
                      <w:pPr>
                        <w:pStyle w:val="DVDItemText"/>
                      </w:pPr>
                      <w:r>
                        <w:t>Item text</w:t>
                      </w:r>
                    </w:p>
                    <w:p w14:paraId="51585868" w14:textId="77777777" w:rsidR="000725F2" w:rsidRDefault="000725F2">
                      <w:pPr>
                        <w:pStyle w:val="DVDItemText"/>
                      </w:pPr>
                      <w:r>
                        <w:t>Item text</w:t>
                      </w:r>
                    </w:p>
                    <w:p w14:paraId="45447B1A" w14:textId="77777777" w:rsidR="000725F2" w:rsidRDefault="000725F2">
                      <w:pPr>
                        <w:pStyle w:val="DVDItemText"/>
                      </w:pPr>
                      <w:r>
                        <w:t>Item text</w:t>
                      </w:r>
                    </w:p>
                    <w:p w14:paraId="6F336ECE" w14:textId="77777777" w:rsidR="000725F2" w:rsidRDefault="000725F2">
                      <w:pPr>
                        <w:pStyle w:val="DVDItemText"/>
                      </w:pPr>
                      <w:r>
                        <w:t>Item text</w:t>
                      </w:r>
                    </w:p>
                    <w:p w14:paraId="232ED74A" w14:textId="77777777" w:rsidR="000725F2" w:rsidRDefault="000725F2">
                      <w:pPr>
                        <w:pStyle w:val="DVDItemText"/>
                      </w:pPr>
                      <w:r>
                        <w:t>Item text</w:t>
                      </w:r>
                    </w:p>
                    <w:p w14:paraId="5705EE80" w14:textId="77777777" w:rsidR="000725F2" w:rsidRDefault="000725F2">
                      <w:pPr>
                        <w:pStyle w:val="DVDItemText"/>
                      </w:pPr>
                      <w:r>
                        <w:t>Item text</w:t>
                      </w:r>
                    </w:p>
                    <w:p w14:paraId="199B7C52" w14:textId="77777777" w:rsidR="000725F2" w:rsidRDefault="000725F2">
                      <w:pPr>
                        <w:pStyle w:val="DVDItemText"/>
                      </w:pPr>
                      <w:r>
                        <w:t>Item text</w:t>
                      </w:r>
                    </w:p>
                    <w:p w14:paraId="7CFD04C4" w14:textId="77777777" w:rsidR="000725F2" w:rsidRDefault="000725F2">
                      <w:pPr>
                        <w:pStyle w:val="DVDItemText"/>
                      </w:pPr>
                      <w:r>
                        <w:t>Item text</w:t>
                      </w:r>
                    </w:p>
                    <w:p w14:paraId="11ACCF23" w14:textId="77777777" w:rsidR="000725F2" w:rsidRDefault="000725F2">
                      <w:pPr>
                        <w:pStyle w:val="DVDItemText"/>
                      </w:pPr>
                      <w:r>
                        <w:t>Item text</w:t>
                      </w:r>
                    </w:p>
                  </w:txbxContent>
                </v:textbox>
                <w10:wrap anchorx="page" anchory="page"/>
              </v:shape>
            </w:pict>
          </mc:Fallback>
        </mc:AlternateContent>
      </w:r>
      <w:r w:rsidR="00BB29B9">
        <w:rPr>
          <w:noProof/>
        </w:rPr>
        <mc:AlternateContent>
          <mc:Choice Requires="wps">
            <w:drawing>
              <wp:anchor distT="0" distB="0" distL="114300" distR="114300" simplePos="0" relativeHeight="251652608" behindDoc="1" locked="0" layoutInCell="1" allowOverlap="1" wp14:anchorId="64CDF021" wp14:editId="6EAB400B">
                <wp:simplePos x="0" y="0"/>
                <wp:positionH relativeFrom="page">
                  <wp:posOffset>4771390</wp:posOffset>
                </wp:positionH>
                <wp:positionV relativeFrom="page">
                  <wp:posOffset>571500</wp:posOffset>
                </wp:positionV>
                <wp:extent cx="511810" cy="6576060"/>
                <wp:effectExtent l="8890" t="0" r="3175" b="5715"/>
                <wp:wrapNone/>
                <wp:docPr id="53452593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810" cy="6576060"/>
                        </a:xfrm>
                        <a:prstGeom prst="rect">
                          <a:avLst/>
                        </a:prstGeom>
                        <a:solidFill>
                          <a:srgbClr val="002984">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1C98A" id="Rectangle 10" o:spid="_x0000_s1026" style="position:absolute;margin-left:375.7pt;margin-top:45pt;width:40.3pt;height:517.8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" fillcolor="#002984" stroked="f">
                <v:fill opacity="32896f"/>
                <w10:wrap anchorx="page" anchory="page"/>
              </v:rect>
            </w:pict>
          </mc:Fallback>
        </mc:AlternateContent>
      </w:r>
      <w:r w:rsidR="00BB29B9">
        <w:rPr>
          <w:noProof/>
        </w:rPr>
        <mc:AlternateContent>
          <mc:Choice Requires="wps">
            <w:drawing>
              <wp:anchor distT="0" distB="0" distL="114300" distR="114300" simplePos="0" relativeHeight="251654656" behindDoc="0" locked="0" layoutInCell="1" allowOverlap="1" wp14:anchorId="4B821E4C" wp14:editId="3FECDA3E">
                <wp:simplePos x="0" y="0"/>
                <wp:positionH relativeFrom="page">
                  <wp:posOffset>5570220</wp:posOffset>
                </wp:positionH>
                <wp:positionV relativeFrom="page">
                  <wp:posOffset>1028700</wp:posOffset>
                </wp:positionV>
                <wp:extent cx="4030980" cy="800100"/>
                <wp:effectExtent l="0" t="0" r="0" b="0"/>
                <wp:wrapNone/>
                <wp:docPr id="107703373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0980" cy="800100"/>
                        </a:xfrm>
                        <a:prstGeom prst="rect">
                          <a:avLst/>
                        </a:prstGeom>
                        <a:noFill/>
                        <a:ln>
                          <a:noFill/>
                        </a:ln>
                        <a:extLst>
                          <a:ext uri="{909E8E84-426E-40DD-AFC4-6F175D3DCCD1}">
                            <a14:hiddenFill xmlns:a14="http://schemas.microsoft.com/office/drawing/2010/main">
                              <a:solidFill>
                                <a:srgbClr val="E5EDFF"/>
                              </a:solidFill>
                            </a14:hiddenFill>
                          </a:ext>
                          <a:ext uri="{91240B29-F687-4F45-9708-019B960494DF}">
                            <a14:hiddenLine xmlns:a14="http://schemas.microsoft.com/office/drawing/2010/main" w="12700">
                              <a:solidFill>
                                <a:srgbClr val="002984"/>
                              </a:solidFill>
                              <a:miter lim="800000"/>
                              <a:headEnd/>
                              <a:tailEnd/>
                            </a14:hiddenLine>
                          </a:ext>
                        </a:extLst>
                      </wps:spPr>
                      <wps:txbx>
                        <w:txbxContent>
                          <w:p w14:paraId="038A7D82" w14:textId="77777777" w:rsidR="000725F2" w:rsidRDefault="000725F2">
                            <w:pPr>
                              <w:pStyle w:val="DocumentLabel"/>
                            </w:pPr>
                            <w:r>
                              <w:t>TYPE DVD TITLE HERE</w:t>
                            </w:r>
                          </w:p>
                        </w:txbxContent>
                      </wps:txbx>
                      <wps:bodyPr rot="0" vert="horz" wrap="square" lIns="19050" tIns="19050" rIns="19050" bIns="1905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21E4C" id="Text Box 40" o:spid="_x0000_s1033" type="#_x0000_t202" style="position:absolute;margin-left:438.6pt;margin-top:81pt;width:317.4pt;height:63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" filled="f" fillcolor="#e5edff" stroked="f" strokecolor="#002984" strokeweight="1pt">
                <v:textbox inset="1.5pt,1.5pt,1.5pt,1.5pt">
                  <w:txbxContent>
                    <w:p w14:paraId="038A7D82" w14:textId="77777777" w:rsidR="000725F2" w:rsidRDefault="000725F2">
                      <w:pPr>
                        <w:pStyle w:val="DocumentLabel"/>
                      </w:pPr>
                      <w:r>
                        <w:t>TYPE DVD TITLE HERE</w:t>
                      </w:r>
                    </w:p>
                  </w:txbxContent>
                </v:textbox>
                <w10:wrap anchorx="page" anchory="page"/>
              </v:shape>
            </w:pict>
          </mc:Fallback>
        </mc:AlternateContent>
      </w:r>
      <w:r w:rsidR="00BB29B9">
        <w:rPr>
          <w:noProof/>
        </w:rPr>
        <mc:AlternateContent>
          <mc:Choice Requires="wps">
            <w:drawing>
              <wp:anchor distT="0" distB="0" distL="114300" distR="114300" simplePos="0" relativeHeight="251657728" behindDoc="0" locked="0" layoutInCell="1" allowOverlap="1" wp14:anchorId="59D12133" wp14:editId="430E1477">
                <wp:simplePos x="0" y="0"/>
                <wp:positionH relativeFrom="page">
                  <wp:posOffset>477520</wp:posOffset>
                </wp:positionH>
                <wp:positionV relativeFrom="page">
                  <wp:posOffset>6088380</wp:posOffset>
                </wp:positionV>
                <wp:extent cx="4000500" cy="749300"/>
                <wp:effectExtent l="1270" t="1905" r="0" b="1270"/>
                <wp:wrapNone/>
                <wp:docPr id="176445465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49300"/>
                        </a:xfrm>
                        <a:prstGeom prst="rect">
                          <a:avLst/>
                        </a:prstGeom>
                        <a:solidFill>
                          <a:srgbClr val="002984"/>
                        </a:solidFill>
                        <a:ln>
                          <a:noFill/>
                        </a:ln>
                        <a:extLst>
                          <a:ext uri="{91240B29-F687-4F45-9708-019B960494DF}">
                            <a14:hiddenLine xmlns:a14="http://schemas.microsoft.com/office/drawing/2010/main" w="6350">
                              <a:solidFill>
                                <a:srgbClr val="9C0000"/>
                              </a:solidFill>
                              <a:miter lim="800000"/>
                              <a:headEnd/>
                              <a:tailEnd/>
                            </a14:hiddenLine>
                          </a:ext>
                        </a:extLst>
                      </wps:spPr>
                      <wps:txbx>
                        <w:txbxContent>
                          <w:p w14:paraId="05446AFB" w14:textId="77777777" w:rsidR="000725F2" w:rsidRDefault="000725F2">
                            <w:pPr>
                              <w:pStyle w:val="DVDSmallText"/>
                            </w:pPr>
                            <w:r>
                              <w:t>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12133" id="Text Box 46" o:spid="_x0000_s1034" type="#_x0000_t202" style="position:absolute;margin-left:37.6pt;margin-top:479.4pt;width:315pt;height:5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" fillcolor="#002984" stroked="f" strokecolor="#9c0000" strokeweight=".5pt">
                <v:textbox inset=",7.2pt,,7.2pt">
                  <w:txbxContent>
                    <w:p w14:paraId="05446AFB" w14:textId="77777777" w:rsidR="000725F2" w:rsidRDefault="000725F2">
                      <w:pPr>
                        <w:pStyle w:val="DVDSmallText"/>
                      </w:pPr>
                      <w:r>
                        <w:t>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 Type more text here.</w:t>
                      </w:r>
                    </w:p>
                  </w:txbxContent>
                </v:textbox>
                <w10:wrap anchorx="page" anchory="page"/>
              </v:shape>
            </w:pict>
          </mc:Fallback>
        </mc:AlternateContent>
      </w:r>
      <w:r w:rsidR="00BB29B9">
        <w:rPr>
          <w:noProof/>
        </w:rPr>
        <mc:AlternateContent>
          <mc:Choice Requires="wps">
            <w:drawing>
              <wp:anchor distT="0" distB="0" distL="114300" distR="114300" simplePos="0" relativeHeight="251656704" behindDoc="0" locked="0" layoutInCell="1" allowOverlap="1" wp14:anchorId="46F38854" wp14:editId="38A35BC5">
                <wp:simplePos x="0" y="0"/>
                <wp:positionH relativeFrom="page">
                  <wp:posOffset>579755</wp:posOffset>
                </wp:positionH>
                <wp:positionV relativeFrom="page">
                  <wp:posOffset>876300</wp:posOffset>
                </wp:positionV>
                <wp:extent cx="3773170" cy="647700"/>
                <wp:effectExtent l="0" t="0" r="0" b="0"/>
                <wp:wrapNone/>
                <wp:docPr id="6732072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317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9C0000"/>
                              </a:solidFill>
                              <a:miter lim="800000"/>
                              <a:headEnd/>
                              <a:tailEnd/>
                            </a14:hiddenLine>
                          </a:ext>
                        </a:extLst>
                      </wps:spPr>
                      <wps:txbx>
                        <w:txbxContent>
                          <w:p w14:paraId="2FADEA69" w14:textId="77777777" w:rsidR="000725F2" w:rsidRDefault="000725F2">
                            <w:pPr>
                              <w:pStyle w:val="DVDHeadingText"/>
                            </w:pPr>
                            <w:r>
                              <w:t>Type heading text here.</w:t>
                            </w:r>
                          </w:p>
                          <w:p w14:paraId="3E069CA1" w14:textId="77777777" w:rsidR="000725F2" w:rsidRDefault="000725F2">
                            <w:pPr>
                              <w:pStyle w:val="DVDSub-headingText"/>
                            </w:pPr>
                            <w:r>
                              <w:t>Type sub-heading text here.</w:t>
                            </w:r>
                          </w:p>
                        </w:txbxContent>
                      </wps:txbx>
                      <wps:bodyPr rot="0" vert="horz" wrap="square" lIns="19050" tIns="19050" rIns="19050" bIns="1905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8854" id="Text Box 45" o:spid="_x0000_s1035" type="#_x0000_t202" style="position:absolute;margin-left:45.65pt;margin-top:69pt;width:297.1pt;height:51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" filled="f" stroked="f" strokecolor="#9c0000">
                <v:textbox inset="1.5pt,1.5pt,1.5pt,1.5pt">
                  <w:txbxContent>
                    <w:p w14:paraId="2FADEA69" w14:textId="77777777" w:rsidR="000725F2" w:rsidRDefault="000725F2">
                      <w:pPr>
                        <w:pStyle w:val="DVDHeadingText"/>
                      </w:pPr>
                      <w:r>
                        <w:t>Type heading text here.</w:t>
                      </w:r>
                    </w:p>
                    <w:p w14:paraId="3E069CA1" w14:textId="77777777" w:rsidR="000725F2" w:rsidRDefault="000725F2">
                      <w:pPr>
                        <w:pStyle w:val="DVDSub-headingText"/>
                      </w:pPr>
                      <w:r>
                        <w:t>Type sub-heading text here.</w:t>
                      </w:r>
                    </w:p>
                  </w:txbxContent>
                </v:textbox>
                <w10:wrap anchorx="page" anchory="page"/>
              </v:shape>
            </w:pict>
          </mc:Fallback>
        </mc:AlternateContent>
      </w:r>
      <w:r w:rsidR="00BB29B9">
        <w:rPr>
          <w:noProof/>
        </w:rPr>
        <mc:AlternateContent>
          <mc:Choice Requires="wps">
            <w:drawing>
              <wp:anchor distT="0" distB="0" distL="114300" distR="114300" simplePos="0" relativeHeight="251661824" behindDoc="1" locked="0" layoutInCell="1" allowOverlap="1" wp14:anchorId="07C1E073" wp14:editId="361CE61A">
                <wp:simplePos x="0" y="0"/>
                <wp:positionH relativeFrom="page">
                  <wp:posOffset>5264150</wp:posOffset>
                </wp:positionH>
                <wp:positionV relativeFrom="page">
                  <wp:posOffset>1943100</wp:posOffset>
                </wp:positionV>
                <wp:extent cx="4617085" cy="604520"/>
                <wp:effectExtent l="0" t="0" r="0" b="0"/>
                <wp:wrapNone/>
                <wp:docPr id="1921035094"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7085" cy="604520"/>
                        </a:xfrm>
                        <a:prstGeom prst="rect">
                          <a:avLst/>
                        </a:prstGeom>
                        <a:solidFill>
                          <a:srgbClr val="00298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97EE1" id="Rectangle 52" o:spid="_x0000_s1026" style="position:absolute;margin-left:414.5pt;margin-top:153pt;width:363.55pt;height:47.6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" fillcolor="#002984" stroked="f">
                <w10:wrap anchorx="page" anchory="page"/>
              </v:rect>
            </w:pict>
          </mc:Fallback>
        </mc:AlternateContent>
      </w:r>
      <w:r w:rsidR="00BB29B9">
        <w:rPr>
          <w:noProof/>
        </w:rPr>
        <mc:AlternateContent>
          <mc:Choice Requires="wps">
            <w:drawing>
              <wp:anchor distT="0" distB="0" distL="114300" distR="114300" simplePos="0" relativeHeight="251660800" behindDoc="1" locked="0" layoutInCell="1" allowOverlap="1" wp14:anchorId="33CC5EC4" wp14:editId="45C190BE">
                <wp:simplePos x="0" y="0"/>
                <wp:positionH relativeFrom="page">
                  <wp:posOffset>5264150</wp:posOffset>
                </wp:positionH>
                <wp:positionV relativeFrom="page">
                  <wp:posOffset>578485</wp:posOffset>
                </wp:positionV>
                <wp:extent cx="4617085" cy="1905635"/>
                <wp:effectExtent l="0" t="0" r="0" b="1905"/>
                <wp:wrapNone/>
                <wp:docPr id="13241694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7085" cy="1905635"/>
                        </a:xfrm>
                        <a:prstGeom prst="rect">
                          <a:avLst/>
                        </a:prstGeom>
                        <a:solidFill>
                          <a:srgbClr val="E5E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CBFF9" id="Rectangle 51" o:spid="_x0000_s1026" style="position:absolute;margin-left:414.5pt;margin-top:45.55pt;width:363.55pt;height:150.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" fillcolor="#e5edff" stroked="f">
                <w10:wrap anchorx="page" anchory="page"/>
              </v:rect>
            </w:pict>
          </mc:Fallback>
        </mc:AlternateContent>
      </w:r>
      <w:r w:rsidR="00BB29B9">
        <w:rPr>
          <w:noProof/>
        </w:rPr>
        <mc:AlternateContent>
          <mc:Choice Requires="wps">
            <w:drawing>
              <wp:anchor distT="0" distB="0" distL="114300" distR="114300" simplePos="0" relativeHeight="251653632" behindDoc="0" locked="0" layoutInCell="1" allowOverlap="1" wp14:anchorId="425C4784" wp14:editId="487A5A02">
                <wp:simplePos x="0" y="0"/>
                <wp:positionH relativeFrom="page">
                  <wp:posOffset>4856480</wp:posOffset>
                </wp:positionH>
                <wp:positionV relativeFrom="page">
                  <wp:posOffset>924560</wp:posOffset>
                </wp:positionV>
                <wp:extent cx="342900" cy="5912485"/>
                <wp:effectExtent l="0" t="635" r="1270" b="1905"/>
                <wp:wrapNone/>
                <wp:docPr id="17478150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5912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892F4" w14:textId="77777777" w:rsidR="000725F2" w:rsidRDefault="000725F2">
                            <w:pPr>
                              <w:pStyle w:val="VerticalDVDTitle"/>
                            </w:pPr>
                            <w:r>
                              <w:t>TYPE DVD TITLE HERE</w:t>
                            </w:r>
                          </w:p>
                        </w:txbxContent>
                      </wps:txbx>
                      <wps:bodyPr rot="0" vert="vert" wrap="square" lIns="19050" tIns="19050" rIns="19050" bIns="1905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C4784" id="Text Box 14" o:spid="_x0000_s1036" type="#_x0000_t202" style="position:absolute;margin-left:382.4pt;margin-top:72.8pt;width:27pt;height:465.5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" filled="f" stroked="f">
                <v:textbox style="layout-flow:vertical" inset="1.5pt,1.5pt,1.5pt,1.5pt">
                  <w:txbxContent>
                    <w:p w14:paraId="6D4892F4" w14:textId="77777777" w:rsidR="000725F2" w:rsidRDefault="000725F2">
                      <w:pPr>
                        <w:pStyle w:val="VerticalDVDTitle"/>
                      </w:pPr>
                      <w:r>
                        <w:t>TYPE DVD TITLE HERE</w:t>
                      </w:r>
                    </w:p>
                  </w:txbxContent>
                </v:textbox>
                <w10:wrap anchorx="page" anchory="page"/>
              </v:shape>
            </w:pict>
          </mc:Fallback>
        </mc:AlternateContent>
      </w:r>
    </w:p>
    <w:sectPr w:rsidR="000725F2">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502FF1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6210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DC83B2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3EE18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BC990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9BA64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2C27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0EE14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072B9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7689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C17351"/>
    <w:multiLevelType w:val="hybridMultilevel"/>
    <w:tmpl w:val="E728A1AE"/>
    <w:lvl w:ilvl="0" w:tplc="FCCCDFA4">
      <w:start w:val="1"/>
      <w:numFmt w:val="bullet"/>
      <w:lvlText w:val=""/>
      <w:lvlJc w:val="left"/>
      <w:pPr>
        <w:tabs>
          <w:tab w:val="num" w:pos="1760"/>
        </w:tabs>
        <w:ind w:left="1760" w:hanging="360"/>
      </w:pPr>
      <w:rPr>
        <w:rFonts w:ascii="Wingdings" w:hAnsi="Wingdings" w:hint="default"/>
        <w:color w:val="auto"/>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2D3ED4"/>
    <w:multiLevelType w:val="hybridMultilevel"/>
    <w:tmpl w:val="E728A1AE"/>
    <w:lvl w:ilvl="0" w:tplc="D92E668A">
      <w:start w:val="1"/>
      <w:numFmt w:val="bullet"/>
      <w:lvlText w:val=""/>
      <w:lvlJc w:val="left"/>
      <w:pPr>
        <w:tabs>
          <w:tab w:val="num" w:pos="1760"/>
        </w:tabs>
        <w:ind w:left="1760" w:hanging="360"/>
      </w:pPr>
      <w:rPr>
        <w:rFonts w:ascii="Wingdings" w:hAnsi="Wingdings" w:hint="default"/>
        <w:color w:val="auto"/>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5D76A2"/>
    <w:multiLevelType w:val="hybridMultilevel"/>
    <w:tmpl w:val="D23AA90C"/>
    <w:lvl w:ilvl="0" w:tplc="C034FFD8">
      <w:start w:val="1"/>
      <w:numFmt w:val="bullet"/>
      <w:pStyle w:val="DVDItemText"/>
      <w:lvlText w:val=""/>
      <w:lvlJc w:val="left"/>
      <w:pPr>
        <w:tabs>
          <w:tab w:val="num" w:pos="900"/>
        </w:tabs>
        <w:ind w:left="900" w:hanging="360"/>
      </w:pPr>
      <w:rPr>
        <w:rFonts w:ascii="Wingdings" w:hAnsi="Wingdings" w:hint="default"/>
        <w:color w:val="000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4A2E9D"/>
    <w:multiLevelType w:val="hybridMultilevel"/>
    <w:tmpl w:val="E728A1AE"/>
    <w:lvl w:ilvl="0" w:tplc="53D68DCC">
      <w:start w:val="1"/>
      <w:numFmt w:val="bullet"/>
      <w:lvlText w:val=""/>
      <w:lvlJc w:val="left"/>
      <w:pPr>
        <w:tabs>
          <w:tab w:val="num" w:pos="1760"/>
        </w:tabs>
        <w:ind w:left="176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42556251">
    <w:abstractNumId w:val="9"/>
  </w:num>
  <w:num w:numId="2" w16cid:durableId="46102475">
    <w:abstractNumId w:val="7"/>
  </w:num>
  <w:num w:numId="3" w16cid:durableId="1864829932">
    <w:abstractNumId w:val="6"/>
  </w:num>
  <w:num w:numId="4" w16cid:durableId="528296303">
    <w:abstractNumId w:val="5"/>
  </w:num>
  <w:num w:numId="5" w16cid:durableId="980697453">
    <w:abstractNumId w:val="4"/>
  </w:num>
  <w:num w:numId="6" w16cid:durableId="755132460">
    <w:abstractNumId w:val="8"/>
  </w:num>
  <w:num w:numId="7" w16cid:durableId="1075082722">
    <w:abstractNumId w:val="3"/>
  </w:num>
  <w:num w:numId="8" w16cid:durableId="806313032">
    <w:abstractNumId w:val="2"/>
  </w:num>
  <w:num w:numId="9" w16cid:durableId="1895046412">
    <w:abstractNumId w:val="1"/>
  </w:num>
  <w:num w:numId="10" w16cid:durableId="2132701113">
    <w:abstractNumId w:val="0"/>
  </w:num>
  <w:num w:numId="11" w16cid:durableId="1595632780">
    <w:abstractNumId w:val="13"/>
  </w:num>
  <w:num w:numId="12" w16cid:durableId="2054882753">
    <w:abstractNumId w:val="11"/>
  </w:num>
  <w:num w:numId="13" w16cid:durableId="1904245418">
    <w:abstractNumId w:val="10"/>
  </w:num>
  <w:num w:numId="14" w16cid:durableId="6600433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B9"/>
    <w:rsid w:val="00003DA1"/>
    <w:rsid w:val="000725F2"/>
    <w:rsid w:val="00BB29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5edff,#e1ce00,#002984,#6b738c,#c9ccd5,#9c00ff,#9c0000,#c9daff"/>
    </o:shapedefaults>
    <o:shapelayout v:ext="edit">
      <o:idmap v:ext="edit" data="1"/>
    </o:shapelayout>
  </w:shapeDefaults>
  <w:decimalSymbol w:val="."/>
  <w:listSeparator w:val=","/>
  <w14:docId w14:val="0773FD37"/>
  <w15:chartTrackingRefBased/>
  <w15:docId w15:val="{BF714EC2-CE98-401C-87A7-0DE35A5FC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9B9"/>
    <w:rPr>
      <w:rFonts w:ascii="Tahoma" w:hAnsi="Tahom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VDTitleText">
    <w:name w:val="DVD Title Text"/>
    <w:basedOn w:val="Normal"/>
    <w:pPr>
      <w:jc w:val="center"/>
    </w:pPr>
    <w:rPr>
      <w:rFonts w:ascii="Arial Black" w:hAnsi="Arial Black" w:cs="Arial"/>
      <w:color w:val="978903"/>
      <w:sz w:val="60"/>
    </w:rPr>
  </w:style>
  <w:style w:type="paragraph" w:customStyle="1" w:styleId="DVDCopyrightText">
    <w:name w:val="DVD Copyright Text"/>
    <w:basedOn w:val="Normal"/>
    <w:pPr>
      <w:jc w:val="center"/>
    </w:pPr>
    <w:rPr>
      <w:rFonts w:cs="Arial"/>
      <w:color w:val="000080"/>
      <w:sz w:val="18"/>
    </w:rPr>
  </w:style>
  <w:style w:type="paragraph" w:customStyle="1" w:styleId="DVDDescriptionText">
    <w:name w:val="DVD Description Text"/>
    <w:basedOn w:val="Normal"/>
    <w:rPr>
      <w:rFonts w:cs="Arial"/>
      <w:color w:val="000080"/>
    </w:rPr>
  </w:style>
  <w:style w:type="paragraph" w:customStyle="1" w:styleId="DVDSub-titleText">
    <w:name w:val="DVD Sub-title Text"/>
    <w:basedOn w:val="Normal"/>
    <w:pPr>
      <w:jc w:val="center"/>
    </w:pPr>
    <w:rPr>
      <w:rFonts w:cs="Arial"/>
      <w:b/>
      <w:bCs/>
      <w:caps/>
      <w:color w:val="FFFFFF"/>
      <w:sz w:val="32"/>
    </w:rPr>
  </w:style>
  <w:style w:type="paragraph" w:customStyle="1" w:styleId="VerticalDVDTitle">
    <w:name w:val="Vertical DVD Title"/>
    <w:basedOn w:val="Normal"/>
    <w:pPr>
      <w:jc w:val="center"/>
    </w:pPr>
    <w:rPr>
      <w:rFonts w:ascii="Arial Black" w:hAnsi="Arial Black"/>
      <w:b/>
      <w:bCs/>
      <w:color w:val="FFFFFF"/>
      <w:sz w:val="28"/>
    </w:rPr>
  </w:style>
  <w:style w:type="paragraph" w:customStyle="1" w:styleId="DVDItemText">
    <w:name w:val="DVD Item Text"/>
    <w:basedOn w:val="Normal"/>
    <w:pPr>
      <w:numPr>
        <w:numId w:val="14"/>
      </w:numPr>
      <w:tabs>
        <w:tab w:val="clear" w:pos="900"/>
        <w:tab w:val="num" w:pos="405"/>
      </w:tabs>
      <w:ind w:left="423" w:hanging="243"/>
    </w:pPr>
    <w:rPr>
      <w:rFonts w:cs="Arial"/>
      <w:color w:val="000080"/>
    </w:rPr>
  </w:style>
  <w:style w:type="paragraph" w:customStyle="1" w:styleId="DVDHeadingText">
    <w:name w:val="DVD Heading Text"/>
    <w:basedOn w:val="Normal"/>
    <w:pPr>
      <w:jc w:val="center"/>
    </w:pPr>
    <w:rPr>
      <w:rFonts w:ascii="Arial Black" w:hAnsi="Arial Black"/>
      <w:color w:val="000080"/>
      <w:sz w:val="32"/>
    </w:rPr>
  </w:style>
  <w:style w:type="paragraph" w:customStyle="1" w:styleId="DVDSub-headingText">
    <w:name w:val="DVD Sub-heading Text"/>
    <w:basedOn w:val="Normal"/>
    <w:pPr>
      <w:jc w:val="center"/>
    </w:pPr>
    <w:rPr>
      <w:rFonts w:cs="Arial"/>
      <w:b/>
      <w:bCs/>
      <w:i/>
      <w:iCs/>
      <w:color w:val="000080"/>
      <w:sz w:val="28"/>
    </w:rPr>
  </w:style>
  <w:style w:type="paragraph" w:customStyle="1" w:styleId="DVDSmallText">
    <w:name w:val="DVD Small Text"/>
    <w:basedOn w:val="Normal"/>
    <w:rPr>
      <w:rFonts w:cs="Arial"/>
      <w:color w:val="FFFFFF"/>
      <w:sz w:val="14"/>
    </w:rPr>
  </w:style>
  <w:style w:type="paragraph" w:customStyle="1" w:styleId="DocumentLabel">
    <w:name w:val="Document Label"/>
    <w:basedOn w:val="Normal"/>
    <w:pPr>
      <w:jc w:val="center"/>
    </w:pPr>
    <w:rPr>
      <w:rFonts w:ascii="Arial Black" w:hAnsi="Arial Black"/>
      <w:color w:val="000080"/>
      <w:sz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dRagon\Desktop\BLUE%20LAYOUTS%20WORKING\23%20DEC%20WORKING\New%20folder\Ocean%20Blue%20DVD%20Inse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Ocean Blue DVD Insert.dot</Template>
  <TotalTime>1</TotalTime>
  <Pages>1</Pages>
  <Words>3</Words>
  <Characters>13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KMT</vt:lpstr>
    </vt:vector>
  </TitlesOfParts>
  <Company>KMT Software, Inc.</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Ocean Blue DVD Insert</dc:title>
  <dc:subject>Ocean Blue DVD Insert</dc:subject>
  <dc:creator>RedRagon</dc:creator>
  <cp:keywords>CD Compact disc label labels DVD tag sticker ticket corporate cover identity envelope entity package</cp:keywords>
  <dc:description>Use this template to create a designer label for your CD or DVD. Insert necessary information in a flash.</dc:description>
  <cp:lastModifiedBy>QM22019</cp:lastModifiedBy>
  <cp:revision>2</cp:revision>
  <cp:lastPrinted>1899-12-31T19:00:00Z</cp:lastPrinted>
  <dcterms:created xsi:type="dcterms:W3CDTF">2023-12-23T13:09:00Z</dcterms:created>
  <dcterms:modified xsi:type="dcterms:W3CDTF">2023-12-23T13:11:00Z</dcterms:modified>
  <cp:category>Stationery Labels &amp; Cards\CD-DVD Labels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ORPRO 3.0</vt:lpwstr>
  </property>
  <property fmtid="{D5CDD505-2E9C-101B-9397-08002B2CF9AE}" pid="3" name="Attribution">
    <vt:lpwstr>Copyright © 2003 KMT Software, Inc.</vt:lpwstr>
  </property>
  <property fmtid="{D5CDD505-2E9C-101B-9397-08002B2CF9AE}" pid="4" name="AppliedProfile">
    <vt:lpwstr>2</vt:lpwstr>
  </property>
  <property fmtid="{D5CDD505-2E9C-101B-9397-08002B2CF9AE}" pid="5" name="TemplateCategory">
    <vt:lpwstr/>
  </property>
  <property fmtid="{D5CDD505-2E9C-101B-9397-08002B2CF9AE}" pid="6" name="GrammarlyDocumentId">
    <vt:lpwstr>cdcf8590-5915-4e8c-afa9-1a946b8e0ae7</vt:lpwstr>
  </property>
</Properties>
</file>